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EE5DD9"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14993FFB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0C6D8144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E575B4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11E2EBE2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 w14:paraId="4FF8DF2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58ED451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03E6B0CC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779A434F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249E143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竞逐赛场 燃动青春</w:t>
      </w:r>
    </w:p>
    <w:p w14:paraId="02F15990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3B9AF9FE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 w14:paraId="2053618A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4EF9C985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7EEA062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79044936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淬炼坚韧之志 勤学苦练筑基</w:t>
      </w:r>
    </w:p>
    <w:p w14:paraId="245A67C7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202403D9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驰骋竞技赛场 奋勇争先夺冠</w:t>
      </w:r>
    </w:p>
    <w:p w14:paraId="1F0301A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04459F3A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弘扬拼搏之风 躬身示范聚力</w:t>
      </w:r>
      <w:bookmarkStart w:id="0" w:name="_GoBack"/>
      <w:bookmarkEnd w:id="0"/>
    </w:p>
    <w:p w14:paraId="36EEB5B4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785E3A93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同学思想积极上进，曾任2012级本科生党支部书记，现任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4899FAF4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7E8CF4CE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1D9827D0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5D036E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altName w:val="Segoe Print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F45E67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7FF139C"/>
    <w:rsid w:val="5A615BD7"/>
    <w:rsid w:val="613D080F"/>
    <w:rsid w:val="67281FE2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1248</Words>
  <Characters>1289</Characters>
  <Lines>1</Lines>
  <Paragraphs>1</Paragraphs>
  <TotalTime>2</TotalTime>
  <ScaleCrop>false</ScaleCrop>
  <LinksUpToDate>false</LinksUpToDate>
  <CharactersWithSpaces>1331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李丹莹</cp:lastModifiedBy>
  <dcterms:modified xsi:type="dcterms:W3CDTF">2025-12-19T08:29:28Z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B9AEB7BFBD734AC8858194A4B16F242B_12</vt:lpwstr>
  </property>
</Properties>
</file>