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07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“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道德之星”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25292D8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967D5D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049952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35D07E6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事迹正文建议按照以下顺序撰写：第一段写在校期间个人学业表现，第二段写个人先进事迹，第三段写个人服务奉献经历，第四段写个人未来展望。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AB017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77097F8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4EFCD38B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1F77CC6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FBC0B1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明德润心 善行致远</w:t>
      </w:r>
    </w:p>
    <w:p w14:paraId="2B425712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53807309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3年寒假招生宣传志愿服务工作“优秀志愿者”；华南农业大学20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2级新生军事技能训练“优秀学生干部”。</w:t>
      </w:r>
    </w:p>
    <w:p w14:paraId="6C8105E3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15CA872F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1E6C0A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7A171D9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涵养品德风华 修身律己铸魂</w:t>
      </w:r>
    </w:p>
    <w:p w14:paraId="254E45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41052F5B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践行善举风华 躬身力行暖人</w:t>
      </w:r>
    </w:p>
    <w:p w14:paraId="36D79F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7E76B8E3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坚守道义风华 凝聚正气向善</w:t>
      </w:r>
      <w:bookmarkStart w:id="0" w:name="_GoBack"/>
      <w:bookmarkEnd w:id="0"/>
    </w:p>
    <w:p w14:paraId="08694A76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3FDA9931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50CCE9E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A306B7F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A97D97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44A23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Noto Serif SC">
    <w:altName w:val="宋体"/>
    <w:panose1 w:val="02020200000000000000"/>
    <w:charset w:val="86"/>
    <w:family w:val="auto"/>
    <w:pitch w:val="default"/>
    <w:sig w:usb0="00000000" w:usb1="00000000" w:usb2="00000016" w:usb3="00000000" w:csb0="60060107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735BD"/>
    <w:rsid w:val="02F45E67"/>
    <w:rsid w:val="06563E50"/>
    <w:rsid w:val="07123728"/>
    <w:rsid w:val="07684137"/>
    <w:rsid w:val="098902EF"/>
    <w:rsid w:val="0A4038E0"/>
    <w:rsid w:val="0BDC6B84"/>
    <w:rsid w:val="0FA75838"/>
    <w:rsid w:val="11080D80"/>
    <w:rsid w:val="130B4789"/>
    <w:rsid w:val="13E968BA"/>
    <w:rsid w:val="144740D0"/>
    <w:rsid w:val="19004393"/>
    <w:rsid w:val="192156DE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1D976DD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5FAD542D"/>
    <w:rsid w:val="613D080F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1321</Words>
  <Characters>1362</Characters>
  <Lines>1</Lines>
  <Paragraphs>1</Paragraphs>
  <TotalTime>3</TotalTime>
  <ScaleCrop>false</ScaleCrop>
  <LinksUpToDate>false</LinksUpToDate>
  <CharactersWithSpaces>1404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李丹莹</cp:lastModifiedBy>
  <dcterms:modified xsi:type="dcterms:W3CDTF">2025-12-19T08:27:24Z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B5E8673FAE1F4EEFAA04E28D2140592F_13</vt:lpwstr>
  </property>
</Properties>
</file>