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EFCD38B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F77CC6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0FBC0B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砺志笃行 向阳而生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A171D9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坚守坚韧之志 逆风而上破难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22D4CBFA">
      <w:pPr>
        <w:spacing w:line="400" w:lineRule="exact"/>
        <w:ind w:firstLine="2080" w:firstLineChars="6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勇担奋进之责 勤耕不辍攻坚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E76B8E3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传递自强之力 薪火相传励志</w:t>
      </w:r>
      <w:bookmarkStart w:id="0" w:name="_GoBack"/>
      <w:bookmarkEnd w:id="0"/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735BD"/>
    <w:rsid w:val="02F45E67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75C2CDF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B900F70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1315</Words>
  <Characters>1356</Characters>
  <Lines>1</Lines>
  <Paragraphs>1</Paragraphs>
  <TotalTime>28</TotalTime>
  <ScaleCrop>false</ScaleCrop>
  <LinksUpToDate>false</LinksUpToDate>
  <CharactersWithSpaces>1398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2025-12-19T08:33:43Z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09AE9B6BCDB94D4AAF6170A39637AE81_13</vt:lpwstr>
  </property>
</Properties>
</file>