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07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“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社区党员之星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”个人事迹材料要求及样式</w:t>
      </w:r>
      <w:bookmarkStart w:id="0" w:name="_GoBack"/>
      <w:bookmarkEnd w:id="0"/>
    </w:p>
    <w:p w14:paraId="27B3E2FB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25292D8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个人事迹材料要求，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包含四个方面，请申报学生严格按照要求撰写     </w:t>
      </w:r>
    </w:p>
    <w:p w14:paraId="5967D5D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0字以内，含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基本信息（</w:t>
      </w:r>
      <w:r>
        <w:rPr>
          <w:rFonts w:hint="eastAsia" w:ascii="仿宋_GB2312" w:hAnsi="仿宋_GB2312" w:eastAsia="仿宋_GB2312" w:cs="仿宋_GB2312"/>
          <w:sz w:val="32"/>
          <w:szCs w:val="32"/>
        </w:rPr>
        <w:t>姓名、性别、民族、出生年月、政治面貌、学院、专业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等）、综合表现、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所获奖项按奖学金、竞赛、荣誉称号等顺序填报，同一类奖项按级别大小逐级排列。</w:t>
      </w:r>
    </w:p>
    <w:p w14:paraId="1049952D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在语言形式上简洁精练。</w:t>
      </w:r>
    </w:p>
    <w:p w14:paraId="35D07E61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.事迹正文：个人事迹材料以第一人称行文，字数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事迹正文建议按照以下顺序撰写：第一段写在校期间个人学业表现，第二段写个人先进事迹，第三段写个人服务奉献经历，第四段写个人未来展望。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03AB017C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.师长点评：1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0字左右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个人和集体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可邀请领导、专家教授、辅导员、班主任等评述，述评应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精辟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按顺序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注明点评人职务、姓名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职称等。</w:t>
      </w:r>
    </w:p>
    <w:p w14:paraId="77097F8D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一个评述人评述对象一般不超过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个。</w:t>
      </w:r>
    </w:p>
    <w:p w14:paraId="63832EC1">
      <w:pPr>
        <w:spacing w:line="560" w:lineRule="exact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</w:p>
    <w:p w14:paraId="1F77CC6C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二、事迹正文样式</w:t>
      </w:r>
    </w:p>
    <w:p w14:paraId="50FBC0B1">
      <w:pPr>
        <w:tabs>
          <w:tab w:val="left" w:pos="630"/>
        </w:tabs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一路前行 镌刻风华</w:t>
      </w:r>
    </w:p>
    <w:p w14:paraId="2B425712"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华南农业大学  xx学院  xxx</w:t>
      </w:r>
    </w:p>
    <w:p w14:paraId="2AC7A5C5"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53807309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，女，汉族，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月生，中共党员，艺术学院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，现任学院团委副书记，高中毕业于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在校期间，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荣获“丁颖”奖学金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，二等奖学金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“三好学生标兵”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“廉洁·诚信”公益广告大赛海报组一等奖；华南农业大学“廉洁·诚信”公益广告大赛海报组“最佳人气奖”；“我型·我秀”校园职业服装设计大赛非专业组“优秀奖”；第十届客家文化旅游节暨首届大学生东江论坛“东江之友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3年寒假招生宣传志愿服务工作“优秀志愿者”；华南农业大学20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4年寒假招生宣传志愿服务工作“优秀志愿者”；华南农业大学20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2级新生军事技能训练“优秀学生干部”。</w:t>
      </w:r>
    </w:p>
    <w:p w14:paraId="6C8105E3"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追梦路上，我在前行</w:t>
      </w:r>
    </w:p>
    <w:p w14:paraId="15CA872F"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91E6C0A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 w14:paraId="7A171D95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镌刻学习风华  勇攀知识高峰</w:t>
      </w:r>
    </w:p>
    <w:p w14:paraId="254E45BD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 w14:paraId="41052F5B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镌刻文艺风华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释放激情人生</w:t>
      </w:r>
    </w:p>
    <w:p w14:paraId="36D79FBD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7E76B8E3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镌刻卓越风华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追求全面发展</w:t>
      </w:r>
    </w:p>
    <w:p w14:paraId="08694A76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6B2389BE">
      <w:pP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  <w:lang w:val="en-US" w:eastAsia="zh-CN"/>
        </w:rPr>
        <w:t xml:space="preserve"> </w:t>
      </w:r>
    </w:p>
    <w:p w14:paraId="3FDA9931">
      <w:pPr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</w:rPr>
        <w:t>师长点评</w:t>
      </w:r>
      <w:r>
        <w:rPr>
          <w:rFonts w:hint="eastAsia" w:ascii="仿宋_GB2312" w:hAnsi="仿宋_GB2312" w:eastAsia="仿宋_GB2312" w:cs="仿宋_GB2312"/>
          <w:b w:val="0"/>
          <w:bCs/>
          <w:color w:val="FF0000"/>
          <w:kern w:val="0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同学思想积极上进，曾任20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2级本科生党支部书记，现任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学院团委副书记。学习上，勤奋刻苦，成绩优异，曾获得国家奖学金，并在担任班长期间带领班级获得“先进班集体”。担任学生干部期间，工作认真负责，踏实肯干，先后组织策划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学院两届社区文化节、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学院党员培养教育系列活动等，有一定的组织协调能力，受到老师和同学的一致好评。(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学院院长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xx教授  博士生导师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</w:p>
    <w:p w14:paraId="50CCE9E3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5A306B7F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0A97D97C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44A232D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onospace">
    <w:altName w:val="Noto Serif SC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4M2VkZTA5MmZhYTE4MDVmMmFjNTAxYzMyOTgxM2EifQ=="/>
  </w:docVars>
  <w:rsids>
    <w:rsidRoot w:val="3D6735BD"/>
    <w:rsid w:val="02D114F3"/>
    <w:rsid w:val="02F45E67"/>
    <w:rsid w:val="03462C8E"/>
    <w:rsid w:val="06563E50"/>
    <w:rsid w:val="07123728"/>
    <w:rsid w:val="07684137"/>
    <w:rsid w:val="0A4038E0"/>
    <w:rsid w:val="0BDC6B84"/>
    <w:rsid w:val="11080D80"/>
    <w:rsid w:val="130B4789"/>
    <w:rsid w:val="13E968BA"/>
    <w:rsid w:val="144740D0"/>
    <w:rsid w:val="19004393"/>
    <w:rsid w:val="198310E9"/>
    <w:rsid w:val="19CF3767"/>
    <w:rsid w:val="1B964063"/>
    <w:rsid w:val="1C2E454B"/>
    <w:rsid w:val="1EFB5963"/>
    <w:rsid w:val="216D132A"/>
    <w:rsid w:val="21995A44"/>
    <w:rsid w:val="2A113CD3"/>
    <w:rsid w:val="2A4D5475"/>
    <w:rsid w:val="333F4524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13D080F"/>
    <w:rsid w:val="6D5502EE"/>
    <w:rsid w:val="74335733"/>
    <w:rsid w:val="7C1A7CA3"/>
    <w:rsid w:val="7C4D6C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color w:val="auto"/>
      <w:sz w:val="18"/>
      <w:szCs w:val="18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page number"/>
    <w:basedOn w:val="4"/>
    <w:unhideWhenUsed/>
    <w:qFormat/>
    <w:uiPriority w:val="99"/>
  </w:style>
  <w:style w:type="character" w:styleId="7">
    <w:name w:val="FollowedHyperlink"/>
    <w:basedOn w:val="4"/>
    <w:unhideWhenUsed/>
    <w:qFormat/>
    <w:uiPriority w:val="99"/>
    <w:rPr>
      <w:color w:val="338DE6"/>
      <w:u w:val="none"/>
    </w:rPr>
  </w:style>
  <w:style w:type="character" w:styleId="8">
    <w:name w:val="Emphasis"/>
    <w:basedOn w:val="4"/>
    <w:qFormat/>
    <w:uiPriority w:val="20"/>
  </w:style>
  <w:style w:type="character" w:styleId="9">
    <w:name w:val="HTML Definition"/>
    <w:basedOn w:val="4"/>
    <w:unhideWhenUsed/>
    <w:qFormat/>
    <w:uiPriority w:val="99"/>
  </w:style>
  <w:style w:type="character" w:styleId="10">
    <w:name w:val="HTML Variable"/>
    <w:basedOn w:val="4"/>
    <w:unhideWhenUsed/>
    <w:qFormat/>
    <w:uiPriority w:val="99"/>
  </w:style>
  <w:style w:type="character" w:styleId="11">
    <w:name w:val="Hyperlink"/>
    <w:basedOn w:val="4"/>
    <w:unhideWhenUsed/>
    <w:qFormat/>
    <w:uiPriority w:val="99"/>
    <w:rPr>
      <w:color w:val="338DE6"/>
      <w:u w:val="none"/>
    </w:rPr>
  </w:style>
  <w:style w:type="character" w:styleId="12">
    <w:name w:val="HTML Cod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3">
    <w:name w:val="HTML Cite"/>
    <w:basedOn w:val="4"/>
    <w:unhideWhenUsed/>
    <w:qFormat/>
    <w:uiPriority w:val="99"/>
  </w:style>
  <w:style w:type="character" w:styleId="14">
    <w:name w:val="HTML Keyboard"/>
    <w:basedOn w:val="4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fontstrikethrough"/>
    <w:basedOn w:val="4"/>
    <w:qFormat/>
    <w:uiPriority w:val="0"/>
    <w:rPr>
      <w:strike/>
    </w:rPr>
  </w:style>
  <w:style w:type="character" w:customStyle="1" w:styleId="17">
    <w:name w:val="fontborder"/>
    <w:basedOn w:val="4"/>
    <w:qFormat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3</Pages>
  <Words>1315</Words>
  <Characters>1356</Characters>
  <Lines>1</Lines>
  <Paragraphs>1</Paragraphs>
  <TotalTime>1</TotalTime>
  <ScaleCrop>false</ScaleCrop>
  <LinksUpToDate>false</LinksUpToDate>
  <CharactersWithSpaces>1398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王博文</cp:lastModifiedBy>
  <dcterms:modified xsi:type="dcterms:W3CDTF">2025-12-18T01:59:25Z</dcterms:modified>
  <dc:title>个人事迹材料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eyJoZGlkIjoiOGNmYjk0OGRlNTM0MmQ5NWRmZmIwOTEzMjUxNDE2YTUiLCJ1c2VySWQiOiIxNzU3NTIwNDU1In0=</vt:lpwstr>
  </property>
  <property fmtid="{D5CDD505-2E9C-101B-9397-08002B2CF9AE}" pid="4" name="ICV">
    <vt:lpwstr>2233103800DE41D8894B8ACF1D974F21_13</vt:lpwstr>
  </property>
</Properties>
</file>